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2492D" w14:textId="77777777" w:rsidR="00132909" w:rsidRPr="00923454" w:rsidRDefault="00132909" w:rsidP="00132909">
      <w:pPr>
        <w:jc w:val="center"/>
        <w:rPr>
          <w:rFonts w:ascii="Times New Roman" w:hAnsi="Times New Roman" w:cs="Times New Roman"/>
          <w:b/>
          <w:bCs/>
          <w:sz w:val="24"/>
          <w:szCs w:val="24"/>
        </w:rPr>
      </w:pPr>
      <w:r w:rsidRPr="00923454">
        <w:rPr>
          <w:rFonts w:ascii="Times New Roman" w:hAnsi="Times New Roman" w:cs="Times New Roman"/>
          <w:b/>
          <w:bCs/>
          <w:sz w:val="24"/>
          <w:szCs w:val="24"/>
        </w:rPr>
        <w:t>GYMPLIUS SPORTO KLUBO ADMINISTRACIJAI</w:t>
      </w:r>
    </w:p>
    <w:p w14:paraId="1A7E1AF1" w14:textId="77777777" w:rsidR="00132909" w:rsidRPr="00923454" w:rsidRDefault="00132909" w:rsidP="00132909">
      <w:pPr>
        <w:jc w:val="center"/>
        <w:rPr>
          <w:rFonts w:ascii="Times New Roman" w:hAnsi="Times New Roman" w:cs="Times New Roman"/>
          <w:b/>
          <w:bCs/>
          <w:sz w:val="24"/>
          <w:szCs w:val="24"/>
        </w:rPr>
      </w:pPr>
      <w:r w:rsidRPr="00923454">
        <w:rPr>
          <w:rFonts w:ascii="Times New Roman" w:hAnsi="Times New Roman" w:cs="Times New Roman"/>
          <w:b/>
          <w:bCs/>
          <w:sz w:val="24"/>
          <w:szCs w:val="24"/>
        </w:rPr>
        <w:t>PRAŠYMAS</w:t>
      </w:r>
    </w:p>
    <w:p w14:paraId="08F57ED8" w14:textId="77777777" w:rsidR="00132909" w:rsidRPr="00923454" w:rsidRDefault="00132909" w:rsidP="00D353F7">
      <w:pPr>
        <w:jc w:val="center"/>
        <w:rPr>
          <w:rFonts w:ascii="Times New Roman" w:hAnsi="Times New Roman" w:cs="Times New Roman"/>
          <w:b/>
          <w:bCs/>
          <w:sz w:val="24"/>
          <w:szCs w:val="24"/>
        </w:rPr>
      </w:pPr>
      <w:r w:rsidRPr="00923454">
        <w:rPr>
          <w:rFonts w:ascii="Times New Roman" w:hAnsi="Times New Roman" w:cs="Times New Roman"/>
          <w:b/>
          <w:bCs/>
          <w:sz w:val="24"/>
          <w:szCs w:val="24"/>
        </w:rPr>
        <w:t>LEISTI NEPILNAMEČIUI ASMENIUI LANKYTIS SPORTO KLUBE</w:t>
      </w:r>
    </w:p>
    <w:p w14:paraId="4D0FE787" w14:textId="77777777" w:rsidR="00132909" w:rsidRPr="00923454" w:rsidRDefault="00132909" w:rsidP="00132909">
      <w:pPr>
        <w:jc w:val="center"/>
        <w:rPr>
          <w:rFonts w:ascii="Times New Roman" w:hAnsi="Times New Roman" w:cs="Times New Roman"/>
          <w:b/>
          <w:bCs/>
          <w:sz w:val="24"/>
          <w:szCs w:val="24"/>
        </w:rPr>
      </w:pPr>
    </w:p>
    <w:p w14:paraId="763215AF" w14:textId="7DDCAD0B" w:rsidR="00132909" w:rsidRPr="00923454" w:rsidRDefault="00132909" w:rsidP="00132909">
      <w:pPr>
        <w:pStyle w:val="Default"/>
        <w:jc w:val="center"/>
        <w:rPr>
          <w:rFonts w:ascii="Times New Roman" w:hAnsi="Times New Roman" w:cs="Times New Roman"/>
        </w:rPr>
      </w:pPr>
      <w:r w:rsidRPr="00923454">
        <w:rPr>
          <w:rFonts w:ascii="Times New Roman" w:hAnsi="Times New Roman" w:cs="Times New Roman"/>
        </w:rPr>
        <w:t>202</w:t>
      </w:r>
      <w:r w:rsidR="00E81AFC">
        <w:rPr>
          <w:rFonts w:ascii="Times New Roman" w:hAnsi="Times New Roman" w:cs="Times New Roman"/>
        </w:rPr>
        <w:t>_</w:t>
      </w:r>
      <w:r w:rsidRPr="00923454">
        <w:rPr>
          <w:rFonts w:ascii="Times New Roman" w:hAnsi="Times New Roman" w:cs="Times New Roman"/>
        </w:rPr>
        <w:t xml:space="preserve"> ____________mėn. ____ d.</w:t>
      </w:r>
    </w:p>
    <w:p w14:paraId="3AA8AD94" w14:textId="77777777" w:rsidR="00132909" w:rsidRPr="00923454" w:rsidRDefault="00132909" w:rsidP="00132909">
      <w:pPr>
        <w:pStyle w:val="Default"/>
        <w:jc w:val="center"/>
        <w:rPr>
          <w:rFonts w:ascii="Times New Roman" w:hAnsi="Times New Roman" w:cs="Times New Roman"/>
        </w:rPr>
      </w:pPr>
    </w:p>
    <w:p w14:paraId="7417D5F6" w14:textId="15E776A9" w:rsidR="00132909" w:rsidRPr="00923454" w:rsidRDefault="00132909" w:rsidP="00132909">
      <w:pPr>
        <w:rPr>
          <w:rFonts w:ascii="Times New Roman" w:hAnsi="Times New Roman" w:cs="Times New Roman"/>
          <w:b/>
          <w:bCs/>
          <w:sz w:val="24"/>
          <w:szCs w:val="24"/>
        </w:rPr>
      </w:pPr>
      <w:r w:rsidRPr="00923454">
        <w:rPr>
          <w:rFonts w:ascii="Times New Roman" w:hAnsi="Times New Roman" w:cs="Times New Roman"/>
          <w:b/>
          <w:bCs/>
          <w:sz w:val="24"/>
          <w:szCs w:val="24"/>
        </w:rPr>
        <w:t xml:space="preserve">Nepilnamečių klientų tėvai (globėjai), pasirašydami šį prašymą, patvirtina faktą, kad: </w:t>
      </w:r>
    </w:p>
    <w:p w14:paraId="51783E58" w14:textId="6402F980" w:rsidR="00132909" w:rsidRPr="00923454" w:rsidRDefault="00132909" w:rsidP="00132909">
      <w:pPr>
        <w:spacing w:line="240" w:lineRule="auto"/>
        <w:ind w:left="720"/>
        <w:rPr>
          <w:rFonts w:ascii="Times New Roman" w:hAnsi="Times New Roman" w:cs="Times New Roman"/>
          <w:sz w:val="24"/>
          <w:szCs w:val="24"/>
        </w:rPr>
      </w:pPr>
      <w:r w:rsidRPr="00923454">
        <w:rPr>
          <w:rFonts w:ascii="Times New Roman" w:hAnsi="Times New Roman" w:cs="Times New Roman"/>
          <w:sz w:val="24"/>
          <w:szCs w:val="24"/>
        </w:rPr>
        <w:t>- nepilnamečio kliento sveikatos būklė leidžia jam naudotis Sporto klubo paslaugomis</w:t>
      </w:r>
      <w:r w:rsidR="00D353F7">
        <w:rPr>
          <w:rFonts w:ascii="Times New Roman" w:hAnsi="Times New Roman" w:cs="Times New Roman"/>
          <w:sz w:val="24"/>
          <w:szCs w:val="24"/>
        </w:rPr>
        <w:t xml:space="preserve">. </w:t>
      </w:r>
      <w:r w:rsidR="00FE192A" w:rsidRPr="00FE192A">
        <w:rPr>
          <w:rFonts w:ascii="Times New Roman" w:hAnsi="Times New Roman" w:cs="Times New Roman"/>
          <w:sz w:val="24"/>
          <w:szCs w:val="24"/>
        </w:rPr>
        <w:t>Nepilnamečiams asmenims soliariumo paslaugos neteikiamos</w:t>
      </w:r>
      <w:r w:rsidRPr="00923454">
        <w:rPr>
          <w:rFonts w:ascii="Times New Roman" w:hAnsi="Times New Roman" w:cs="Times New Roman"/>
          <w:sz w:val="24"/>
          <w:szCs w:val="24"/>
        </w:rPr>
        <w:t>;</w:t>
      </w:r>
    </w:p>
    <w:p w14:paraId="0CFC991A" w14:textId="5ED5F05F" w:rsidR="00132909" w:rsidRPr="00923454" w:rsidRDefault="00132909" w:rsidP="00132909">
      <w:pPr>
        <w:spacing w:line="240" w:lineRule="auto"/>
        <w:ind w:left="720"/>
        <w:rPr>
          <w:rFonts w:ascii="Times New Roman" w:hAnsi="Times New Roman" w:cs="Times New Roman"/>
          <w:sz w:val="24"/>
          <w:szCs w:val="24"/>
        </w:rPr>
      </w:pPr>
      <w:r w:rsidRPr="00923454">
        <w:rPr>
          <w:rFonts w:ascii="Times New Roman" w:hAnsi="Times New Roman" w:cs="Times New Roman"/>
          <w:sz w:val="24"/>
          <w:szCs w:val="24"/>
        </w:rPr>
        <w:t>- nepilnametis klientas pilnai susipažino su Taisyklėmis ir jų laikysis;</w:t>
      </w:r>
    </w:p>
    <w:p w14:paraId="518A39D5" w14:textId="77777777" w:rsidR="00132909" w:rsidRPr="00923454" w:rsidRDefault="00132909" w:rsidP="00132909">
      <w:pPr>
        <w:spacing w:line="240" w:lineRule="auto"/>
        <w:ind w:left="720"/>
        <w:rPr>
          <w:rFonts w:ascii="Times New Roman" w:hAnsi="Times New Roman" w:cs="Times New Roman"/>
          <w:sz w:val="24"/>
          <w:szCs w:val="24"/>
        </w:rPr>
      </w:pPr>
      <w:r w:rsidRPr="00923454">
        <w:rPr>
          <w:rFonts w:ascii="Times New Roman" w:hAnsi="Times New Roman" w:cs="Times New Roman"/>
          <w:sz w:val="24"/>
          <w:szCs w:val="24"/>
        </w:rPr>
        <w:t>- nepilnamečio kliento Sporto klubui bei tretiesiems asmenims padaryta žala bus atlyginta LR teisės aktų nustatyta tvarka;</w:t>
      </w:r>
    </w:p>
    <w:p w14:paraId="3ED993D8" w14:textId="50734394" w:rsidR="00132909" w:rsidRPr="00923454" w:rsidRDefault="00132909" w:rsidP="00132909">
      <w:pPr>
        <w:spacing w:line="240" w:lineRule="auto"/>
        <w:ind w:left="720"/>
        <w:rPr>
          <w:rFonts w:ascii="Times New Roman" w:hAnsi="Times New Roman" w:cs="Times New Roman"/>
          <w:sz w:val="24"/>
          <w:szCs w:val="24"/>
        </w:rPr>
      </w:pPr>
      <w:r w:rsidRPr="00923454">
        <w:rPr>
          <w:rFonts w:ascii="Times New Roman" w:hAnsi="Times New Roman" w:cs="Times New Roman"/>
          <w:sz w:val="24"/>
          <w:szCs w:val="24"/>
        </w:rPr>
        <w:t>- atsako už jo elgesį Sporto klube, prižiūri jį sportuojant bei priima atsakomybę už bet kokį jo sveikatos sutrikimą;</w:t>
      </w:r>
    </w:p>
    <w:p w14:paraId="3C099BC9" w14:textId="70F46126" w:rsidR="00132909" w:rsidRPr="00923454" w:rsidRDefault="00132909" w:rsidP="00132909">
      <w:pPr>
        <w:spacing w:line="240" w:lineRule="auto"/>
        <w:ind w:left="720"/>
        <w:rPr>
          <w:rFonts w:ascii="Times New Roman" w:hAnsi="Times New Roman" w:cs="Times New Roman"/>
          <w:sz w:val="24"/>
          <w:szCs w:val="24"/>
        </w:rPr>
      </w:pPr>
      <w:r w:rsidRPr="00923454">
        <w:rPr>
          <w:rFonts w:ascii="Times New Roman" w:hAnsi="Times New Roman" w:cs="Times New Roman"/>
          <w:sz w:val="24"/>
          <w:szCs w:val="24"/>
        </w:rPr>
        <w:t>- sutinka, kad nepilnametis klientas būtų filmuojamas bei sutinka, kad nepilnamečio kliento neatkuriamas piršto antspaudo modelis (jei nepilnametis klientas naudojasi Sporto klubo, kuriame yra įrengti pirštų antspaudo modelių skaitytuvai, paslaugomis) būtų saugomas Sporto klubo klientų duomenų bazėje.</w:t>
      </w:r>
    </w:p>
    <w:p w14:paraId="57AA5173" w14:textId="31F35895" w:rsidR="00132909" w:rsidRPr="00D353F7" w:rsidRDefault="00132909" w:rsidP="00132909">
      <w:pPr>
        <w:spacing w:line="240" w:lineRule="auto"/>
        <w:ind w:left="720"/>
        <w:rPr>
          <w:rFonts w:ascii="Times New Roman" w:hAnsi="Times New Roman" w:cs="Times New Roman"/>
          <w:color w:val="0D0D0D" w:themeColor="text1" w:themeTint="F2"/>
          <w:sz w:val="24"/>
          <w:szCs w:val="24"/>
        </w:rPr>
      </w:pPr>
      <w:r w:rsidRPr="00D353F7">
        <w:rPr>
          <w:rFonts w:ascii="Times New Roman" w:hAnsi="Times New Roman" w:cs="Times New Roman"/>
          <w:color w:val="0D0D0D" w:themeColor="text1" w:themeTint="F2"/>
          <w:sz w:val="24"/>
          <w:szCs w:val="24"/>
        </w:rPr>
        <w:t xml:space="preserve">- tėvų sutikimo forma laikoma galiojančia </w:t>
      </w:r>
      <w:r w:rsidR="00D353F7" w:rsidRPr="00D353F7">
        <w:rPr>
          <w:rFonts w:ascii="Times New Roman" w:hAnsi="Times New Roman" w:cs="Times New Roman"/>
          <w:color w:val="0D0D0D" w:themeColor="text1" w:themeTint="F2"/>
          <w:sz w:val="24"/>
          <w:szCs w:val="24"/>
        </w:rPr>
        <w:t>dvejus</w:t>
      </w:r>
      <w:r w:rsidRPr="00D353F7">
        <w:rPr>
          <w:rFonts w:ascii="Times New Roman" w:hAnsi="Times New Roman" w:cs="Times New Roman"/>
          <w:color w:val="0D0D0D" w:themeColor="text1" w:themeTint="F2"/>
          <w:sz w:val="24"/>
          <w:szCs w:val="24"/>
        </w:rPr>
        <w:t xml:space="preserve"> metus nuo pasirašymo datos.</w:t>
      </w:r>
    </w:p>
    <w:p w14:paraId="3C03840A" w14:textId="7F2DB95C"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Nepilnamečio kliento, kuriam leidžiama lankytis Sporto klube, vardas</w:t>
      </w:r>
      <w:r w:rsidR="00EA429B">
        <w:rPr>
          <w:rFonts w:ascii="Times New Roman" w:hAnsi="Times New Roman" w:cs="Times New Roman"/>
          <w:sz w:val="24"/>
          <w:szCs w:val="24"/>
        </w:rPr>
        <w:t xml:space="preserve"> p</w:t>
      </w:r>
      <w:r w:rsidRPr="00923454">
        <w:rPr>
          <w:rFonts w:ascii="Times New Roman" w:hAnsi="Times New Roman" w:cs="Times New Roman"/>
          <w:sz w:val="24"/>
          <w:szCs w:val="24"/>
        </w:rPr>
        <w:t>avardė</w:t>
      </w:r>
      <w:r w:rsidR="00EA429B">
        <w:rPr>
          <w:rFonts w:ascii="Times New Roman" w:hAnsi="Times New Roman" w:cs="Times New Roman"/>
          <w:sz w:val="24"/>
          <w:szCs w:val="24"/>
        </w:rPr>
        <w:t>,</w:t>
      </w:r>
      <w:r w:rsidRPr="00923454">
        <w:rPr>
          <w:rFonts w:ascii="Times New Roman" w:hAnsi="Times New Roman" w:cs="Times New Roman"/>
          <w:sz w:val="24"/>
          <w:szCs w:val="24"/>
        </w:rPr>
        <w:t xml:space="preserve"> gimimo data___________________________________</w:t>
      </w:r>
    </w:p>
    <w:p w14:paraId="6DED569C" w14:textId="77777777"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 xml:space="preserve">Tėvų kontaktinė informacija: </w:t>
      </w:r>
    </w:p>
    <w:p w14:paraId="45209CDA" w14:textId="1CEB050E"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 xml:space="preserve">Vardas </w:t>
      </w:r>
      <w:r w:rsidR="00EA429B">
        <w:rPr>
          <w:rFonts w:ascii="Times New Roman" w:hAnsi="Times New Roman" w:cs="Times New Roman"/>
          <w:sz w:val="24"/>
          <w:szCs w:val="24"/>
        </w:rPr>
        <w:t>p</w:t>
      </w:r>
      <w:r w:rsidRPr="00923454">
        <w:rPr>
          <w:rFonts w:ascii="Times New Roman" w:hAnsi="Times New Roman" w:cs="Times New Roman"/>
          <w:sz w:val="24"/>
          <w:szCs w:val="24"/>
        </w:rPr>
        <w:t>avardė________________________</w:t>
      </w:r>
    </w:p>
    <w:p w14:paraId="0F2E2C8B" w14:textId="0006B8C5"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 xml:space="preserve">Mob. tel. </w:t>
      </w:r>
      <w:proofErr w:type="spellStart"/>
      <w:r w:rsidRPr="00923454">
        <w:rPr>
          <w:rFonts w:ascii="Times New Roman" w:hAnsi="Times New Roman" w:cs="Times New Roman"/>
          <w:sz w:val="24"/>
          <w:szCs w:val="24"/>
        </w:rPr>
        <w:t>nr.</w:t>
      </w:r>
      <w:proofErr w:type="spellEnd"/>
      <w:r w:rsidRPr="00923454">
        <w:rPr>
          <w:rFonts w:ascii="Times New Roman" w:hAnsi="Times New Roman" w:cs="Times New Roman"/>
          <w:sz w:val="24"/>
          <w:szCs w:val="24"/>
        </w:rPr>
        <w:t>________________________</w:t>
      </w:r>
    </w:p>
    <w:p w14:paraId="796F7FB3" w14:textId="795D0145"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Adresas________________________</w:t>
      </w:r>
    </w:p>
    <w:p w14:paraId="4582E080" w14:textId="50FF9DFE"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Su šiomis Taisyklėmis susipažinau ir sutinku:________________________</w:t>
      </w:r>
    </w:p>
    <w:p w14:paraId="48EB6CAF" w14:textId="36C97C43" w:rsidR="00132909" w:rsidRPr="00FE192A" w:rsidRDefault="00FE192A" w:rsidP="00132909">
      <w:pPr>
        <w:jc w:val="right"/>
        <w:rPr>
          <w:rFonts w:ascii="Times New Roman" w:hAnsi="Times New Roman" w:cs="Times New Roman"/>
        </w:rPr>
      </w:pPr>
      <w:r w:rsidRPr="00FE192A">
        <w:rPr>
          <w:rFonts w:ascii="Times New Roman" w:hAnsi="Times New Roman" w:cs="Times New Roman"/>
        </w:rPr>
        <w:t>(</w:t>
      </w:r>
      <w:r w:rsidR="00132909" w:rsidRPr="00FE192A">
        <w:rPr>
          <w:rFonts w:ascii="Times New Roman" w:hAnsi="Times New Roman" w:cs="Times New Roman"/>
        </w:rPr>
        <w:t>Vieno iš tėvų ar oficialių globėjų vardas pavardė, parašas, data.</w:t>
      </w:r>
      <w:r w:rsidRPr="00FE192A">
        <w:rPr>
          <w:rFonts w:ascii="Times New Roman" w:hAnsi="Times New Roman" w:cs="Times New Roman"/>
        </w:rPr>
        <w:t>)</w:t>
      </w:r>
      <w:r w:rsidR="00132909" w:rsidRPr="00FE192A">
        <w:rPr>
          <w:rFonts w:ascii="Times New Roman" w:hAnsi="Times New Roman" w:cs="Times New Roman"/>
        </w:rPr>
        <w:t xml:space="preserve"> </w:t>
      </w:r>
    </w:p>
    <w:p w14:paraId="0AB55BC8" w14:textId="2EC4DA83" w:rsidR="00132909" w:rsidRPr="00923454" w:rsidRDefault="00132909" w:rsidP="00132909">
      <w:pPr>
        <w:rPr>
          <w:rFonts w:ascii="Times New Roman" w:hAnsi="Times New Roman" w:cs="Times New Roman"/>
          <w:sz w:val="24"/>
          <w:szCs w:val="24"/>
        </w:rPr>
      </w:pPr>
      <w:r w:rsidRPr="00923454">
        <w:rPr>
          <w:rFonts w:ascii="Times New Roman" w:hAnsi="Times New Roman" w:cs="Times New Roman"/>
          <w:sz w:val="24"/>
          <w:szCs w:val="24"/>
        </w:rPr>
        <w:t>Su šiomis Taisyklėmis susipažinau ir sutinku:________________________</w:t>
      </w:r>
    </w:p>
    <w:p w14:paraId="6A8EB1D7" w14:textId="25C6CC9B" w:rsidR="00132909" w:rsidRPr="00FE192A" w:rsidRDefault="00FE192A" w:rsidP="00132909">
      <w:pPr>
        <w:jc w:val="right"/>
        <w:rPr>
          <w:rFonts w:ascii="Times New Roman" w:hAnsi="Times New Roman" w:cs="Times New Roman"/>
        </w:rPr>
      </w:pPr>
      <w:r w:rsidRPr="00FE192A">
        <w:rPr>
          <w:rFonts w:ascii="Times New Roman" w:hAnsi="Times New Roman" w:cs="Times New Roman"/>
        </w:rPr>
        <w:t>(</w:t>
      </w:r>
      <w:r w:rsidR="00132909" w:rsidRPr="00FE192A">
        <w:rPr>
          <w:rFonts w:ascii="Times New Roman" w:hAnsi="Times New Roman" w:cs="Times New Roman"/>
        </w:rPr>
        <w:t>Nepilnamečio asmens vardas pavardė, parašas, data.</w:t>
      </w:r>
      <w:r w:rsidRPr="00FE192A">
        <w:rPr>
          <w:rFonts w:ascii="Times New Roman" w:hAnsi="Times New Roman" w:cs="Times New Roman"/>
        </w:rPr>
        <w:t>)</w:t>
      </w:r>
    </w:p>
    <w:p w14:paraId="769D7AD6" w14:textId="77777777" w:rsidR="00923454" w:rsidRDefault="00132909" w:rsidP="00923454">
      <w:pPr>
        <w:rPr>
          <w:rFonts w:ascii="Times New Roman" w:hAnsi="Times New Roman" w:cs="Times New Roman"/>
          <w:sz w:val="24"/>
          <w:szCs w:val="24"/>
        </w:rPr>
      </w:pPr>
      <w:r w:rsidRPr="00923454">
        <w:rPr>
          <w:rFonts w:ascii="Times New Roman" w:hAnsi="Times New Roman" w:cs="Times New Roman"/>
          <w:sz w:val="24"/>
          <w:szCs w:val="24"/>
        </w:rPr>
        <w:t xml:space="preserve">INFORMUOJAME </w:t>
      </w:r>
    </w:p>
    <w:p w14:paraId="3E504A21" w14:textId="02B9F28C" w:rsidR="00132909" w:rsidRPr="00923454" w:rsidRDefault="00132909" w:rsidP="00923454">
      <w:pPr>
        <w:rPr>
          <w:rFonts w:ascii="Times New Roman" w:hAnsi="Times New Roman" w:cs="Times New Roman"/>
          <w:sz w:val="24"/>
          <w:szCs w:val="24"/>
        </w:rPr>
      </w:pPr>
      <w:r w:rsidRPr="00923454">
        <w:rPr>
          <w:rFonts w:ascii="Times New Roman" w:hAnsi="Times New Roman" w:cs="Times New Roman"/>
          <w:sz w:val="24"/>
          <w:szCs w:val="24"/>
        </w:rPr>
        <w:t>16 metų nesulaukusiems asmenims Paslaugos nėra teikiamos; 16-17 metų amžiaus nepilnamečiai Paslaugomis turi teisę naudotis pagal Sutartį, kurią jų naudai sudaro jų įstatyminiai atstovai (tėvai ar oficialūs globėjai).</w:t>
      </w:r>
    </w:p>
    <w:sectPr w:rsidR="00132909" w:rsidRPr="00923454" w:rsidSect="00D7308C">
      <w:headerReference w:type="even" r:id="rId6"/>
      <w:headerReference w:type="default" r:id="rId7"/>
      <w:footerReference w:type="even" r:id="rId8"/>
      <w:footerReference w:type="default" r:id="rId9"/>
      <w:headerReference w:type="first" r:id="rId10"/>
      <w:footerReference w:type="first" r:id="rId11"/>
      <w:pgSz w:w="11906" w:h="16838"/>
      <w:pgMar w:top="2269" w:right="849" w:bottom="1440"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2E45E" w14:textId="77777777" w:rsidR="0027634C" w:rsidRDefault="0027634C" w:rsidP="00820534">
      <w:pPr>
        <w:spacing w:after="0" w:line="240" w:lineRule="auto"/>
      </w:pPr>
      <w:r>
        <w:separator/>
      </w:r>
    </w:p>
  </w:endnote>
  <w:endnote w:type="continuationSeparator" w:id="0">
    <w:p w14:paraId="516EA949" w14:textId="77777777" w:rsidR="0027634C" w:rsidRDefault="0027634C" w:rsidP="0082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DinDisplay Pro">
    <w:altName w:val="Calibri"/>
    <w:charset w:val="00"/>
    <w:family w:val="auto"/>
    <w:pitch w:val="variable"/>
    <w:sig w:usb0="A00002BF" w:usb1="5000E0F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C" w14:textId="77777777" w:rsidR="00CB1CE5" w:rsidRDefault="00CB1CE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D" w14:textId="77777777" w:rsidR="00820534" w:rsidRPr="00D7308C" w:rsidRDefault="00820534" w:rsidP="00D7308C">
    <w:pPr>
      <w:pStyle w:val="Porat"/>
      <w:spacing w:line="276" w:lineRule="auto"/>
      <w:rPr>
        <w:rFonts w:ascii="PF DinDisplay Pro" w:hAnsi="PF DinDisplay Pro"/>
        <w:sz w:val="18"/>
      </w:rPr>
    </w:pPr>
    <w:r w:rsidRPr="00D7308C">
      <w:rPr>
        <w:rFonts w:ascii="PF DinDisplay Pro" w:hAnsi="PF DinDisplay Pro"/>
        <w:noProof/>
        <w:sz w:val="18"/>
        <w:lang w:eastAsia="lt-LT"/>
      </w:rPr>
      <w:drawing>
        <wp:anchor distT="0" distB="0" distL="114300" distR="114300" simplePos="0" relativeHeight="251659264" behindDoc="1" locked="1" layoutInCell="1" allowOverlap="1" wp14:anchorId="4DB972B2" wp14:editId="4DB972B3">
          <wp:simplePos x="0" y="0"/>
          <wp:positionH relativeFrom="page">
            <wp:posOffset>9525</wp:posOffset>
          </wp:positionH>
          <wp:positionV relativeFrom="page">
            <wp:align>bottom</wp:align>
          </wp:positionV>
          <wp:extent cx="5723890" cy="5694680"/>
          <wp:effectExtent l="0" t="0" r="0" b="12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liusas.emf"/>
                  <pic:cNvPicPr/>
                </pic:nvPicPr>
                <pic:blipFill>
                  <a:blip r:embed="rId1">
                    <a:extLst>
                      <a:ext uri="{28A0092B-C50C-407E-A947-70E740481C1C}">
                        <a14:useLocalDpi xmlns:a14="http://schemas.microsoft.com/office/drawing/2010/main" val="0"/>
                      </a:ext>
                    </a:extLst>
                  </a:blip>
                  <a:stretch>
                    <a:fillRect/>
                  </a:stretch>
                </pic:blipFill>
                <pic:spPr>
                  <a:xfrm>
                    <a:off x="0" y="0"/>
                    <a:ext cx="5723890" cy="569468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F" w14:textId="77777777" w:rsidR="00CB1CE5" w:rsidRDefault="00CB1CE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0151B" w14:textId="77777777" w:rsidR="0027634C" w:rsidRDefault="0027634C" w:rsidP="00820534">
      <w:pPr>
        <w:spacing w:after="0" w:line="240" w:lineRule="auto"/>
      </w:pPr>
      <w:r>
        <w:separator/>
      </w:r>
    </w:p>
  </w:footnote>
  <w:footnote w:type="continuationSeparator" w:id="0">
    <w:p w14:paraId="7A1979D7" w14:textId="77777777" w:rsidR="0027634C" w:rsidRDefault="0027634C" w:rsidP="00820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A" w14:textId="77777777" w:rsidR="00CB1CE5" w:rsidRDefault="00CB1C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B" w14:textId="77777777" w:rsidR="00820534" w:rsidRPr="00F73825" w:rsidRDefault="00820534" w:rsidP="00820534">
    <w:pPr>
      <w:pStyle w:val="Antrats"/>
      <w:spacing w:line="276" w:lineRule="auto"/>
      <w:rPr>
        <w:rFonts w:ascii="PF DinDisplay Pro" w:hAnsi="PF DinDisplay Pro"/>
        <w:b/>
        <w:spacing w:val="8"/>
        <w:sz w:val="18"/>
        <w:szCs w:val="16"/>
      </w:rPr>
    </w:pPr>
    <w:r w:rsidRPr="00F748FB">
      <w:rPr>
        <w:noProof/>
        <w:spacing w:val="8"/>
        <w:lang w:eastAsia="lt-LT"/>
      </w:rPr>
      <w:drawing>
        <wp:anchor distT="0" distB="0" distL="114300" distR="114300" simplePos="0" relativeHeight="251658240" behindDoc="1" locked="1" layoutInCell="1" allowOverlap="1" wp14:anchorId="4DB972B0" wp14:editId="4DB972B1">
          <wp:simplePos x="0" y="0"/>
          <wp:positionH relativeFrom="margin">
            <wp:posOffset>4995545</wp:posOffset>
          </wp:positionH>
          <wp:positionV relativeFrom="topMargin">
            <wp:posOffset>316865</wp:posOffset>
          </wp:positionV>
          <wp:extent cx="1450340" cy="59753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mf"/>
                  <pic:cNvPicPr/>
                </pic:nvPicPr>
                <pic:blipFill>
                  <a:blip r:embed="rId1">
                    <a:extLst>
                      <a:ext uri="{28A0092B-C50C-407E-A947-70E740481C1C}">
                        <a14:useLocalDpi xmlns:a14="http://schemas.microsoft.com/office/drawing/2010/main" val="0"/>
                      </a:ext>
                    </a:extLst>
                  </a:blip>
                  <a:stretch>
                    <a:fillRect/>
                  </a:stretch>
                </pic:blipFill>
                <pic:spPr>
                  <a:xfrm>
                    <a:off x="0" y="0"/>
                    <a:ext cx="1450340" cy="5975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972AE" w14:textId="77777777" w:rsidR="00CB1CE5" w:rsidRDefault="00CB1CE5">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CE5"/>
    <w:rsid w:val="00062D49"/>
    <w:rsid w:val="00132909"/>
    <w:rsid w:val="00193A49"/>
    <w:rsid w:val="0027634C"/>
    <w:rsid w:val="00593098"/>
    <w:rsid w:val="006354B1"/>
    <w:rsid w:val="0068445D"/>
    <w:rsid w:val="006D46F8"/>
    <w:rsid w:val="007D3975"/>
    <w:rsid w:val="00820534"/>
    <w:rsid w:val="00853820"/>
    <w:rsid w:val="008860D1"/>
    <w:rsid w:val="008D099A"/>
    <w:rsid w:val="00923454"/>
    <w:rsid w:val="00A40601"/>
    <w:rsid w:val="00B74AA5"/>
    <w:rsid w:val="00CB1CE5"/>
    <w:rsid w:val="00CE5916"/>
    <w:rsid w:val="00D353F7"/>
    <w:rsid w:val="00D7308C"/>
    <w:rsid w:val="00DA75B2"/>
    <w:rsid w:val="00DF3FF4"/>
    <w:rsid w:val="00E772C2"/>
    <w:rsid w:val="00E81AFC"/>
    <w:rsid w:val="00EA429B"/>
    <w:rsid w:val="00F73825"/>
    <w:rsid w:val="00F748FB"/>
    <w:rsid w:val="00FE19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972A5"/>
  <w15:chartTrackingRefBased/>
  <w15:docId w15:val="{B0DA3628-CC86-4B59-B6E8-552C19B4F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82053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820534"/>
  </w:style>
  <w:style w:type="paragraph" w:styleId="Porat">
    <w:name w:val="footer"/>
    <w:basedOn w:val="prastasis"/>
    <w:link w:val="PoratDiagrama"/>
    <w:uiPriority w:val="99"/>
    <w:unhideWhenUsed/>
    <w:rsid w:val="0082053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820534"/>
  </w:style>
  <w:style w:type="paragraph" w:customStyle="1" w:styleId="Default">
    <w:name w:val="Default"/>
    <w:rsid w:val="00132909"/>
    <w:pPr>
      <w:suppressAutoHyphens/>
      <w:autoSpaceDE w:val="0"/>
      <w:spacing w:after="0" w:line="240" w:lineRule="auto"/>
    </w:pPr>
    <w:rPr>
      <w:rFonts w:ascii="Tahoma" w:eastAsia="Calibri" w:hAnsi="Tahoma" w:cs="Tahom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eva\AppData\Local\Microsoft\Windows\INetCache\Content.Outlook\25B5II2E\Blankas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Blankas_</Template>
  <TotalTime>643</TotalTime>
  <Pages>1</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Rūta Kuznecovaitė</cp:lastModifiedBy>
  <cp:revision>10</cp:revision>
  <dcterms:created xsi:type="dcterms:W3CDTF">2023-02-21T06:38:00Z</dcterms:created>
  <dcterms:modified xsi:type="dcterms:W3CDTF">2023-04-07T12:49:00Z</dcterms:modified>
</cp:coreProperties>
</file>